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65B94" w14:textId="77777777" w:rsidR="00880CC6" w:rsidRDefault="001F29A9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D41DBA" wp14:editId="32851DB2">
                <wp:simplePos x="0" y="0"/>
                <wp:positionH relativeFrom="page">
                  <wp:align>center</wp:align>
                </wp:positionH>
                <wp:positionV relativeFrom="page">
                  <wp:posOffset>5843905</wp:posOffset>
                </wp:positionV>
                <wp:extent cx="4032250" cy="473710"/>
                <wp:effectExtent l="0" t="0" r="0" b="254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0" cy="4741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3178CF" w14:textId="77777777" w:rsidR="00880CC6" w:rsidRDefault="008B4531">
                            <w:pPr>
                              <w:pStyle w:val="Signatures"/>
                            </w:pPr>
                            <w:r>
                              <w:t>RSCH O&amp;G</w:t>
                            </w:r>
                          </w:p>
                          <w:p w14:paraId="64F4898B" w14:textId="77777777" w:rsidR="001F29A9" w:rsidRDefault="00095B1A">
                            <w:pPr>
                              <w:pStyle w:val="Signatures"/>
                            </w:pPr>
                            <w:r>
                              <w:t xml:space="preserve">Miss </w:t>
                            </w:r>
                            <w:r w:rsidR="00E85868">
                              <w:t>R Hutt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41DB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0;margin-top:460.15pt;width:317.5pt;height:37.3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" filled="f" stroked="f">
                <v:textbox>
                  <w:txbxContent>
                    <w:p w14:paraId="603178CF" w14:textId="77777777" w:rsidR="00880CC6" w:rsidRDefault="008B4531">
                      <w:pPr>
                        <w:pStyle w:val="Signatures"/>
                      </w:pPr>
                      <w:r>
                        <w:t>RSCH O&amp;G</w:t>
                      </w:r>
                    </w:p>
                    <w:p w14:paraId="64F4898B" w14:textId="77777777" w:rsidR="001F29A9" w:rsidRDefault="00095B1A">
                      <w:pPr>
                        <w:pStyle w:val="Signatures"/>
                      </w:pPr>
                      <w:r>
                        <w:t xml:space="preserve">Miss </w:t>
                      </w:r>
                      <w:r w:rsidR="00E85868">
                        <w:t>R Hutt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B453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7D10730" wp14:editId="690D87E3">
                <wp:simplePos x="0" y="0"/>
                <wp:positionH relativeFrom="page">
                  <wp:posOffset>1706245</wp:posOffset>
                </wp:positionH>
                <wp:positionV relativeFrom="page">
                  <wp:posOffset>1510665</wp:posOffset>
                </wp:positionV>
                <wp:extent cx="6659880" cy="842010"/>
                <wp:effectExtent l="1270" t="5715" r="6350" b="63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842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E90B7" w14:textId="77777777" w:rsidR="00880CC6" w:rsidRDefault="0047220D" w:rsidP="002A7F10">
                            <w:pPr>
                              <w:pStyle w:val="1"/>
                            </w:pPr>
                            <w:r>
                              <w:t xml:space="preserve">certificate of </w:t>
                            </w:r>
                            <w:r w:rsidRPr="002A7F10">
                              <w:t>a</w:t>
                            </w:r>
                            <w:r w:rsidR="008B4531">
                              <w:t>TTENDANCE to junior doctor teaching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10730" id="Text Box 17" o:spid="_x0000_s1027" type="#_x0000_t202" style="position:absolute;left:0;text-align:left;margin-left:134.35pt;margin-top:118.95pt;width:524.4pt;height:66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" stroked="f">
                <v:fill opacity="0"/>
                <v:textbox style="mso-fit-shape-to-text:t">
                  <w:txbxContent>
                    <w:p w14:paraId="7E0E90B7" w14:textId="77777777" w:rsidR="00880CC6" w:rsidRDefault="0047220D" w:rsidP="002A7F10">
                      <w:pPr>
                        <w:pStyle w:val="1"/>
                      </w:pPr>
                      <w:r>
                        <w:t xml:space="preserve">certificate of </w:t>
                      </w:r>
                      <w:r w:rsidRPr="002A7F10">
                        <w:t>a</w:t>
                      </w:r>
                      <w:r w:rsidR="008B4531">
                        <w:t>TTENDANCE to junior doctor teaching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B453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47230C4C" wp14:editId="269B8A9D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9210675" cy="6828790"/>
                <wp:effectExtent l="0" t="0" r="0" b="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0675" cy="682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E5015" w14:textId="77777777" w:rsidR="00880CC6" w:rsidRDefault="0047220D"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0E42FE8D" wp14:editId="3B2C106F">
                                  <wp:extent cx="9055735" cy="6828790"/>
                                  <wp:effectExtent l="19050" t="0" r="0" b="0"/>
                                  <wp:docPr id="1" name="Picture 1" descr="highschool_border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ighschool_border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duotone>
                                              <a:schemeClr val="accent5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5735" cy="6828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30C4C" id="Text Box 18" o:spid="_x0000_s1028" type="#_x0000_t202" style="position:absolute;left:0;text-align:left;margin-left:0;margin-top:0;width:725.25pt;height:537.7pt;z-index:-251662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" o:allowincell="f" filled="f" stroked="f">
                <v:textbox style="mso-fit-shape-to-text:t" inset="0,0,0,0">
                  <w:txbxContent>
                    <w:p w14:paraId="233E5015" w14:textId="77777777" w:rsidR="00880CC6" w:rsidRDefault="0047220D">
                      <w:r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 wp14:anchorId="0E42FE8D" wp14:editId="3B2C106F">
                            <wp:extent cx="9055735" cy="6828790"/>
                            <wp:effectExtent l="19050" t="0" r="0" b="0"/>
                            <wp:docPr id="1" name="Picture 1" descr="highschool_border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ighschool_border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duotone>
                                        <a:schemeClr val="accent5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5735" cy="6828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B453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8217C0E" wp14:editId="77A108D0">
                <wp:simplePos x="0" y="0"/>
                <wp:positionH relativeFrom="column">
                  <wp:align>center</wp:align>
                </wp:positionH>
                <wp:positionV relativeFrom="paragraph">
                  <wp:posOffset>5124450</wp:posOffset>
                </wp:positionV>
                <wp:extent cx="2552700" cy="0"/>
                <wp:effectExtent l="9525" t="9525" r="9525" b="9525"/>
                <wp:wrapNone/>
                <wp:docPr id="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CD0EF" id="Line 2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03.5pt" to="201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" strokecolor="#333" strokeweight=".5pt"/>
            </w:pict>
          </mc:Fallback>
        </mc:AlternateContent>
      </w:r>
      <w:r w:rsidR="008B453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DC0AB2" wp14:editId="4F9347AC">
                <wp:simplePos x="0" y="0"/>
                <wp:positionH relativeFrom="page">
                  <wp:posOffset>1093470</wp:posOffset>
                </wp:positionH>
                <wp:positionV relativeFrom="page">
                  <wp:posOffset>2348230</wp:posOffset>
                </wp:positionV>
                <wp:extent cx="7871460" cy="298704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1460" cy="298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89844" w14:textId="77777777" w:rsidR="00880CC6" w:rsidRDefault="0047220D">
                            <w:pPr>
                              <w:pStyle w:val="Certificationtext"/>
                            </w:pPr>
                            <w:r>
                              <w:t>awarded to</w:t>
                            </w:r>
                          </w:p>
                          <w:sdt>
                            <w:sdtPr>
                              <w:id w:val="38578268"/>
                              <w:placeholder>
                                <w:docPart w:val="9FFD845E73904EACB135F71224288848"/>
                              </w:placeholder>
                            </w:sdtPr>
                            <w:sdtEndPr/>
                            <w:sdtContent>
                              <w:p w14:paraId="21262F70" w14:textId="77777777" w:rsidR="00880CC6" w:rsidRDefault="00E85868">
                                <w:pPr>
                                  <w:pStyle w:val="2"/>
                                </w:pPr>
                                <w:r>
                                  <w:t xml:space="preserve">N </w:t>
                                </w:r>
                                <w:proofErr w:type="spellStart"/>
                                <w:r>
                                  <w:t>Machairiotis</w:t>
                                </w:r>
                                <w:proofErr w:type="spellEnd"/>
                              </w:p>
                            </w:sdtContent>
                          </w:sdt>
                          <w:p w14:paraId="50F6A125" w14:textId="77777777" w:rsidR="00E85868" w:rsidRDefault="00E85868" w:rsidP="00E85868">
                            <w:pPr>
                              <w:pStyle w:val="Description"/>
                            </w:pPr>
                            <w:r>
                              <w:t>Fetal Medicine Teaching</w:t>
                            </w:r>
                          </w:p>
                          <w:p w14:paraId="2090F0E5" w14:textId="544C7706" w:rsidR="00916660" w:rsidRDefault="00FB012E" w:rsidP="00E85868">
                            <w:pPr>
                              <w:pStyle w:val="Description"/>
                            </w:pPr>
                            <w:r>
                              <w:t xml:space="preserve">Awarded </w:t>
                            </w:r>
                            <w:r w:rsidR="00BB3530">
                              <w:t>4 February</w:t>
                            </w:r>
                            <w:r>
                              <w:t xml:space="preserve">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C0AB2" id="Text Box 11" o:spid="_x0000_s1029" type="#_x0000_t202" style="position:absolute;left:0;text-align:left;margin-left:86.1pt;margin-top:184.9pt;width:619.8pt;height:235.2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" filled="f" stroked="f">
                <v:textbox>
                  <w:txbxContent>
                    <w:p w14:paraId="27E89844" w14:textId="77777777" w:rsidR="00880CC6" w:rsidRDefault="0047220D">
                      <w:pPr>
                        <w:pStyle w:val="Certificationtext"/>
                      </w:pPr>
                      <w:r>
                        <w:t>awarded to</w:t>
                      </w:r>
                    </w:p>
                    <w:sdt>
                      <w:sdtPr>
                        <w:id w:val="38578268"/>
                        <w:placeholder>
                          <w:docPart w:val="9FFD845E73904EACB135F71224288848"/>
                        </w:placeholder>
                      </w:sdtPr>
                      <w:sdtEndPr/>
                      <w:sdtContent>
                        <w:p w14:paraId="21262F70" w14:textId="77777777" w:rsidR="00880CC6" w:rsidRDefault="00E85868">
                          <w:pPr>
                            <w:pStyle w:val="2"/>
                          </w:pPr>
                          <w:r>
                            <w:t xml:space="preserve">N </w:t>
                          </w:r>
                          <w:proofErr w:type="spellStart"/>
                          <w:r>
                            <w:t>Machairiotis</w:t>
                          </w:r>
                          <w:proofErr w:type="spellEnd"/>
                        </w:p>
                      </w:sdtContent>
                    </w:sdt>
                    <w:p w14:paraId="50F6A125" w14:textId="77777777" w:rsidR="00E85868" w:rsidRDefault="00E85868" w:rsidP="00E85868">
                      <w:pPr>
                        <w:pStyle w:val="Description"/>
                      </w:pPr>
                      <w:r>
                        <w:t>Fetal Medicine Teaching</w:t>
                      </w:r>
                    </w:p>
                    <w:p w14:paraId="2090F0E5" w14:textId="544C7706" w:rsidR="00916660" w:rsidRDefault="00FB012E" w:rsidP="00E85868">
                      <w:pPr>
                        <w:pStyle w:val="Description"/>
                      </w:pPr>
                      <w:r>
                        <w:t xml:space="preserve">Awarded </w:t>
                      </w:r>
                      <w:r w:rsidR="00BB3530">
                        <w:t>4 February</w:t>
                      </w:r>
                      <w:r>
                        <w:t xml:space="preserve"> 2020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80CC6" w:rsidSect="00880CC6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531"/>
    <w:rsid w:val="00046412"/>
    <w:rsid w:val="00046952"/>
    <w:rsid w:val="00095B1A"/>
    <w:rsid w:val="001F29A9"/>
    <w:rsid w:val="002A44E9"/>
    <w:rsid w:val="002A7F10"/>
    <w:rsid w:val="00331464"/>
    <w:rsid w:val="00335E32"/>
    <w:rsid w:val="00384147"/>
    <w:rsid w:val="0047220D"/>
    <w:rsid w:val="006408BA"/>
    <w:rsid w:val="0065420B"/>
    <w:rsid w:val="006B5AB5"/>
    <w:rsid w:val="007846C0"/>
    <w:rsid w:val="00880CC6"/>
    <w:rsid w:val="008B4531"/>
    <w:rsid w:val="008F7D43"/>
    <w:rsid w:val="00916660"/>
    <w:rsid w:val="00936DF5"/>
    <w:rsid w:val="00B837B4"/>
    <w:rsid w:val="00BB3530"/>
    <w:rsid w:val="00BE7EB1"/>
    <w:rsid w:val="00CF3492"/>
    <w:rsid w:val="00D96C57"/>
    <w:rsid w:val="00E85868"/>
    <w:rsid w:val="00EE35A9"/>
    <w:rsid w:val="00FB012E"/>
    <w:rsid w:val="00FB0398"/>
    <w:rsid w:val="00FC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591a19"/>
    </o:shapedefaults>
    <o:shapelayout v:ext="edit">
      <o:idmap v:ext="edit" data="1"/>
    </o:shapelayout>
  </w:shapeDefaults>
  <w:decimalSymbol w:val="."/>
  <w:listSeparator w:val=","/>
  <w14:docId w14:val="4209FF65"/>
  <w15:docId w15:val="{5DCA9FC9-12D0-461B-93D5-B8CEBD73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0CC6"/>
    <w:pPr>
      <w:jc w:val="center"/>
    </w:pPr>
    <w:rPr>
      <w:rFonts w:ascii="Garamond" w:hAnsi="Garamond"/>
      <w:color w:val="333333"/>
      <w:sz w:val="24"/>
    </w:rPr>
  </w:style>
  <w:style w:type="paragraph" w:styleId="1">
    <w:name w:val="heading 1"/>
    <w:basedOn w:val="a"/>
    <w:next w:val="a"/>
    <w:qFormat/>
    <w:rsid w:val="00046412"/>
    <w:pPr>
      <w:outlineLvl w:val="0"/>
    </w:pPr>
    <w:rPr>
      <w:rFonts w:asciiTheme="majorHAnsi" w:hAnsiTheme="majorHAnsi"/>
      <w:caps/>
      <w:color w:val="988600" w:themeColor="accent2" w:themeShade="BF"/>
      <w:sz w:val="52"/>
      <w:szCs w:val="56"/>
    </w:rPr>
  </w:style>
  <w:style w:type="paragraph" w:styleId="2">
    <w:name w:val="heading 2"/>
    <w:basedOn w:val="a"/>
    <w:next w:val="a"/>
    <w:qFormat/>
    <w:rsid w:val="002A7F10"/>
    <w:pPr>
      <w:spacing w:before="240" w:after="240"/>
      <w:outlineLvl w:val="1"/>
    </w:pPr>
    <w:rPr>
      <w:rFonts w:asciiTheme="majorHAnsi" w:hAnsiTheme="majorHAnsi"/>
      <w:color w:val="2A363D" w:themeColor="background2" w:themeShade="40"/>
      <w:sz w:val="72"/>
      <w:szCs w:val="72"/>
    </w:rPr>
  </w:style>
  <w:style w:type="paragraph" w:styleId="3">
    <w:name w:val="heading 3"/>
    <w:basedOn w:val="a"/>
    <w:next w:val="a"/>
    <w:qFormat/>
    <w:rsid w:val="00880CC6"/>
    <w:pPr>
      <w:spacing w:before="240" w:after="240"/>
      <w:outlineLvl w:val="2"/>
    </w:pPr>
    <w:rPr>
      <w:cap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ignatures">
    <w:name w:val="Signatures"/>
    <w:basedOn w:val="a"/>
    <w:rsid w:val="002A7F10"/>
    <w:rPr>
      <w:rFonts w:asciiTheme="minorHAnsi" w:hAnsiTheme="minorHAnsi"/>
      <w:color w:val="0D0D0D" w:themeColor="text1" w:themeTint="F2"/>
      <w:sz w:val="20"/>
    </w:rPr>
  </w:style>
  <w:style w:type="paragraph" w:customStyle="1" w:styleId="Description">
    <w:name w:val="Description"/>
    <w:basedOn w:val="a"/>
    <w:rsid w:val="00CF3492"/>
    <w:pPr>
      <w:spacing w:before="200" w:after="200"/>
    </w:pPr>
    <w:rPr>
      <w:rFonts w:asciiTheme="minorHAnsi" w:hAnsiTheme="minorHAnsi"/>
      <w:color w:val="988600" w:themeColor="accent2" w:themeShade="BF"/>
      <w:sz w:val="28"/>
      <w:szCs w:val="28"/>
    </w:rPr>
  </w:style>
  <w:style w:type="paragraph" w:customStyle="1" w:styleId="DateYear">
    <w:name w:val="Date &amp; Year"/>
    <w:basedOn w:val="a"/>
    <w:rsid w:val="002A7F10"/>
    <w:pPr>
      <w:spacing w:before="480" w:after="200"/>
    </w:pPr>
    <w:rPr>
      <w:rFonts w:asciiTheme="minorHAnsi" w:hAnsiTheme="minorHAnsi"/>
      <w:color w:val="0D0D0D" w:themeColor="text1" w:themeTint="F2"/>
      <w:sz w:val="28"/>
      <w:szCs w:val="28"/>
    </w:rPr>
  </w:style>
  <w:style w:type="paragraph" w:customStyle="1" w:styleId="Certificationtext">
    <w:name w:val="Certification text"/>
    <w:basedOn w:val="a"/>
    <w:rsid w:val="002A7F10"/>
    <w:pPr>
      <w:spacing w:before="200" w:after="200"/>
    </w:pPr>
    <w:rPr>
      <w:rFonts w:asciiTheme="minorHAnsi" w:hAnsiTheme="minorHAnsi"/>
      <w:caps/>
      <w:color w:val="0D0D0D" w:themeColor="text1" w:themeTint="F2"/>
      <w:sz w:val="28"/>
      <w:szCs w:val="28"/>
    </w:rPr>
  </w:style>
  <w:style w:type="paragraph" w:customStyle="1" w:styleId="Seal">
    <w:name w:val="Seal"/>
    <w:basedOn w:val="a"/>
    <w:rsid w:val="00880CC6"/>
    <w:rPr>
      <w:caps/>
      <w:smallCaps/>
    </w:rPr>
  </w:style>
  <w:style w:type="paragraph" w:styleId="a3">
    <w:name w:val="Balloon Text"/>
    <w:basedOn w:val="a"/>
    <w:semiHidden/>
    <w:rsid w:val="00880CC6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D96C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hanoya\AppData\Roaming\Microsoft\Templates\AdminProCe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FFD845E73904EACB135F71224288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12F53-54F4-4217-B27F-95B17E40E24A}"/>
      </w:docPartPr>
      <w:docPartBody>
        <w:p w:rsidR="00E40F77" w:rsidRDefault="00E40F77">
          <w:pPr>
            <w:pStyle w:val="9FFD845E73904EACB135F71224288848"/>
          </w:pPr>
          <w:r>
            <w:fldChar w:fldCharType="begin"/>
          </w:r>
          <w:r>
            <w:instrText>MACROBUTTON DoFieldClick [Name]</w:instrText>
          </w:r>
          <w: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F77"/>
    <w:rsid w:val="009C193B"/>
    <w:rsid w:val="00E4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FD845E73904EACB135F71224288848">
    <w:name w:val="9FFD845E73904EACB135F712242888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ivic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70B107C-2062-4A7B-8C27-C34F2C110B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AdminProCert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recognition for administrative professional</vt:lpstr>
    </vt:vector>
  </TitlesOfParts>
  <Company>Royal Surrey County Hospital NHS Foundation Trust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recognition for administrative professional</dc:title>
  <dc:creator>Tanveer Dhanoya</dc:creator>
  <cp:lastModifiedBy>Maxairiotis Nikolaos</cp:lastModifiedBy>
  <cp:revision>4</cp:revision>
  <cp:lastPrinted>2007-02-06T19:38:00Z</cp:lastPrinted>
  <dcterms:created xsi:type="dcterms:W3CDTF">2020-05-21T14:41:00Z</dcterms:created>
  <dcterms:modified xsi:type="dcterms:W3CDTF">2020-05-22T20:09:00Z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TC102477179990</vt:lpwstr>
  </property>
</Properties>
</file>